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FA0" w:rsidRDefault="009F4FA0" w:rsidP="009F4FA0">
      <w:pP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  <w: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 xml:space="preserve">Was braucht die Pflanze? </w:t>
      </w:r>
    </w:p>
    <w:p w:rsidR="009F4FA0" w:rsidRDefault="009F4FA0" w:rsidP="009F4FA0">
      <w:pP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</w:p>
    <w:p w:rsidR="009F4FA0" w:rsidRPr="009F4FA0" w:rsidRDefault="009F4FA0" w:rsidP="009F4FA0">
      <w:pP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  <w:r w:rsidRPr="009F4FA0"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 xml:space="preserve">Ich denke, es sollte </w:t>
      </w:r>
    </w:p>
    <w:p w:rsidR="009F4FA0" w:rsidRPr="009F4FA0" w:rsidRDefault="009F4FA0" w:rsidP="009F4FA0">
      <w:pPr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</w:pP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>/</w:t>
      </w:r>
      <w:r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>n</w:t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>icht/</w:t>
      </w:r>
    </w:p>
    <w:p w:rsidR="009F4FA0" w:rsidRPr="009F4FA0" w:rsidRDefault="009F4FA0" w:rsidP="009F4FA0">
      <w:pPr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</w:pP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  <w:t>/sehr/</w:t>
      </w:r>
    </w:p>
    <w:p w:rsidR="009F4FA0" w:rsidRPr="009F4FA0" w:rsidRDefault="009F4FA0" w:rsidP="009F4FA0">
      <w:pPr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</w:pP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i/>
          <w:color w:val="212121"/>
          <w:sz w:val="23"/>
          <w:szCs w:val="23"/>
          <w:u w:val="single"/>
          <w:shd w:val="clear" w:color="auto" w:fill="FFFFFF"/>
        </w:rPr>
        <w:tab/>
        <w:t>/ein bisschen/</w:t>
      </w:r>
    </w:p>
    <w:p w:rsidR="009F4FA0" w:rsidRPr="009F4FA0" w:rsidRDefault="009F4FA0" w:rsidP="009F4FA0">
      <w:pP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</w:pP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  <w:t>w</w:t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>arm ↔ kalt</w:t>
      </w:r>
    </w:p>
    <w:p w:rsidR="009F4FA0" w:rsidRPr="009F4FA0" w:rsidRDefault="009F4FA0" w:rsidP="009F4FA0">
      <w:pP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</w:pP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>hell</w:t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>↔</w:t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 xml:space="preserve"> dunkel</w:t>
      </w:r>
    </w:p>
    <w:p w:rsidR="009F4FA0" w:rsidRPr="00FA416A" w:rsidRDefault="009F4FA0" w:rsidP="009F4FA0">
      <w:pP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</w:pP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>nass</w:t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>↔</w:t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 xml:space="preserve"> trocken</w:t>
      </w:r>
    </w:p>
    <w:p w:rsidR="009F4FA0" w:rsidRPr="00FA416A" w:rsidRDefault="009F4FA0" w:rsidP="00FA416A">
      <w:pPr>
        <w:ind w:left="1422" w:firstLine="6366"/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  <w:proofErr w:type="gramStart"/>
      <w:r w:rsidRPr="00FA416A"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>sein</w:t>
      </w:r>
      <w:proofErr w:type="gramEnd"/>
      <w:r w:rsidRPr="00FA416A"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>.</w:t>
      </w:r>
    </w:p>
    <w:p w:rsidR="00FA416A" w:rsidRDefault="00FA416A" w:rsidP="009F4FA0">
      <w:pP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</w:p>
    <w:p w:rsidR="009F4FA0" w:rsidRDefault="009F4FA0" w:rsidP="009F4FA0">
      <w:pP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  <w: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 xml:space="preserve">Ich denke, </w:t>
      </w:r>
      <w:r w:rsidR="0048721F"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>die Erde</w:t>
      </w:r>
      <w:bookmarkStart w:id="0" w:name="_GoBack"/>
      <w:bookmarkEnd w:id="0"/>
      <w: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 xml:space="preserve"> sollte </w:t>
      </w:r>
    </w:p>
    <w:p w:rsidR="009F4FA0" w:rsidRDefault="009F4FA0" w:rsidP="009F4FA0">
      <w:pP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</w:pPr>
      <w: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ab/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 xml:space="preserve">viele </w:t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>↔</w:t>
      </w:r>
      <w:r w:rsidRPr="009F4FA0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 xml:space="preserve"> wen</w:t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 xml:space="preserve">ige </w:t>
      </w:r>
    </w:p>
    <w:p w:rsidR="009F4FA0" w:rsidRPr="00FA416A" w:rsidRDefault="009F4FA0" w:rsidP="009F4FA0">
      <w:pPr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="00FA416A">
        <w:rPr>
          <w:rFonts w:ascii="Segoe UI" w:hAnsi="Segoe UI" w:cs="Segoe UI"/>
          <w:color w:val="212121"/>
          <w:sz w:val="23"/>
          <w:szCs w:val="23"/>
          <w:u w:val="single"/>
          <w:shd w:val="clear" w:color="auto" w:fill="FFFFFF"/>
        </w:rPr>
        <w:tab/>
      </w:r>
      <w:r w:rsidRPr="00FA416A"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  <w:t xml:space="preserve">Nährstoffe haben. </w:t>
      </w:r>
    </w:p>
    <w:p w:rsidR="009F4FA0" w:rsidRPr="009F4FA0" w:rsidRDefault="009F4FA0" w:rsidP="009F4FA0">
      <w:pPr>
        <w:ind w:left="714" w:firstLine="6366"/>
        <w:rPr>
          <w:rFonts w:ascii="Segoe UI" w:hAnsi="Segoe UI" w:cs="Segoe UI"/>
          <w:b/>
          <w:color w:val="212121"/>
          <w:sz w:val="23"/>
          <w:szCs w:val="23"/>
          <w:u w:val="single"/>
          <w:shd w:val="clear" w:color="auto" w:fill="FFFFFF"/>
        </w:rPr>
      </w:pPr>
    </w:p>
    <w:p w:rsidR="009F4FA0" w:rsidRPr="009F4FA0" w:rsidRDefault="009F4FA0" w:rsidP="009F4FA0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ab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ab/>
      </w:r>
    </w:p>
    <w:sectPr w:rsidR="009F4FA0" w:rsidRPr="009F4FA0" w:rsidSect="009F4FA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A0"/>
    <w:rsid w:val="00245FD0"/>
    <w:rsid w:val="0048721F"/>
    <w:rsid w:val="0096655B"/>
    <w:rsid w:val="009F4FA0"/>
    <w:rsid w:val="00FA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80A4C-261F-4476-A772-D3CD254D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9F4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1389DD59</Template>
  <TotalTime>0</TotalTime>
  <Pages>1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Schlemm, Christopher</dc:creator>
  <cp:keywords/>
  <dc:description/>
  <cp:lastModifiedBy>Schlemm, Christopher</cp:lastModifiedBy>
  <cp:revision>3</cp:revision>
  <dcterms:created xsi:type="dcterms:W3CDTF">2016-09-15T09:06:00Z</dcterms:created>
  <dcterms:modified xsi:type="dcterms:W3CDTF">2016-09-15T09:18:00Z</dcterms:modified>
</cp:coreProperties>
</file>